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8D2BD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023769">
        <w:rPr>
          <w:rFonts w:ascii="Arial Narrow" w:hAnsi="Arial Narrow"/>
          <w:sz w:val="22"/>
          <w:lang w:val="de-DE"/>
        </w:rPr>
        <w:t>1</w:t>
      </w:r>
      <w:r w:rsidR="006C172B">
        <w:rPr>
          <w:rFonts w:ascii="Arial Narrow" w:hAnsi="Arial Narrow"/>
          <w:sz w:val="22"/>
          <w:lang w:val="de-DE"/>
        </w:rPr>
        <w:t>4</w:t>
      </w:r>
      <w:bookmarkStart w:id="0" w:name="_GoBack"/>
      <w:bookmarkEnd w:id="0"/>
      <w:r>
        <w:rPr>
          <w:rFonts w:ascii="Arial Narrow" w:hAnsi="Arial Narrow"/>
          <w:sz w:val="22"/>
          <w:lang w:val="de-DE"/>
        </w:rPr>
        <w:t>_</w:t>
      </w:r>
      <w:r w:rsidR="00BD4E8B">
        <w:rPr>
          <w:rFonts w:ascii="Arial Narrow" w:hAnsi="Arial Narrow"/>
          <w:sz w:val="22"/>
          <w:lang w:val="de-DE"/>
        </w:rPr>
        <w:t>. Sitzung | SS</w:t>
      </w:r>
      <w:r w:rsidR="000C1EB8">
        <w:rPr>
          <w:rFonts w:ascii="Arial Narrow" w:hAnsi="Arial Narrow"/>
          <w:sz w:val="22"/>
          <w:lang w:val="de-DE"/>
        </w:rPr>
        <w:t>1</w:t>
      </w:r>
      <w:r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2C260C">
        <w:rPr>
          <w:rFonts w:ascii="Arial Narrow" w:hAnsi="Arial Narrow"/>
          <w:noProof/>
          <w:sz w:val="22"/>
          <w:lang w:val="de-DE"/>
        </w:rPr>
        <w:t>08.07.2013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23769">
        <w:rPr>
          <w:rFonts w:ascii="Arial Narrow" w:hAnsi="Arial Narrow"/>
          <w:sz w:val="22"/>
          <w:lang w:val="de-DE"/>
        </w:rPr>
        <w:t>13:00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03734E" w:rsidRDefault="000C1EB8" w:rsidP="0003734E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064974" w:rsidRDefault="00064974" w:rsidP="00064974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Anschaffung Dart Referat</w:t>
      </w:r>
    </w:p>
    <w:p w:rsidR="00E536EF" w:rsidRDefault="00E536EF" w:rsidP="00064974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POI Referat</w:t>
      </w:r>
    </w:p>
    <w:p w:rsidR="005A60F5" w:rsidRDefault="005A60F5" w:rsidP="00064974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Kabelverlegung</w:t>
      </w:r>
    </w:p>
    <w:p w:rsidR="00430013" w:rsidRDefault="00430013" w:rsidP="00064974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Auf Fenster achten</w:t>
      </w:r>
    </w:p>
    <w:p w:rsidR="00430013" w:rsidRDefault="00430013" w:rsidP="00064974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Todo-Liste</w:t>
      </w:r>
    </w:p>
    <w:p w:rsidR="00226782" w:rsidRDefault="00226782" w:rsidP="00064974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Boden alte Cafete</w:t>
      </w:r>
    </w:p>
    <w:p w:rsidR="0003734E" w:rsidRDefault="000C1EB8" w:rsidP="000755CE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393F30" w:rsidRPr="00393F30" w:rsidRDefault="00393F30" w:rsidP="00393F30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sectPr w:rsidR="00393F30" w:rsidRPr="00393F30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60C" w:rsidRDefault="002C260C">
      <w:pPr>
        <w:spacing w:line="20" w:lineRule="exact"/>
      </w:pPr>
    </w:p>
  </w:endnote>
  <w:endnote w:type="continuationSeparator" w:id="0">
    <w:p w:rsidR="002C260C" w:rsidRDefault="002C260C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2C260C" w:rsidRDefault="002C260C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60C" w:rsidRDefault="002C260C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2C260C" w:rsidRDefault="002C26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60C" w:rsidRDefault="002C260C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2C260C" w:rsidRDefault="002C260C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2C260C" w:rsidRPr="00CF0EE6" w:rsidRDefault="002C260C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SS13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6C172B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2C260C" w:rsidRPr="00CF0EE6" w:rsidRDefault="002C260C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2C260C" w:rsidRPr="00CF0EE6" w:rsidRDefault="002C260C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2C260C" w:rsidRPr="00CF0EE6" w:rsidRDefault="002C260C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769"/>
    <w:rsid w:val="00010829"/>
    <w:rsid w:val="00023769"/>
    <w:rsid w:val="000243CF"/>
    <w:rsid w:val="0003734E"/>
    <w:rsid w:val="000459F9"/>
    <w:rsid w:val="00052A2E"/>
    <w:rsid w:val="00063E3E"/>
    <w:rsid w:val="00064974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26782"/>
    <w:rsid w:val="00273332"/>
    <w:rsid w:val="00274830"/>
    <w:rsid w:val="002A571F"/>
    <w:rsid w:val="002B1A01"/>
    <w:rsid w:val="002C260C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3F30"/>
    <w:rsid w:val="00396AA7"/>
    <w:rsid w:val="003B669B"/>
    <w:rsid w:val="004108F1"/>
    <w:rsid w:val="00425EF5"/>
    <w:rsid w:val="00430013"/>
    <w:rsid w:val="004359A0"/>
    <w:rsid w:val="00441B0C"/>
    <w:rsid w:val="00487AF4"/>
    <w:rsid w:val="004D1F62"/>
    <w:rsid w:val="00501683"/>
    <w:rsid w:val="00501BD9"/>
    <w:rsid w:val="00543129"/>
    <w:rsid w:val="00577F83"/>
    <w:rsid w:val="005A60F5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172B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6FF"/>
    <w:rsid w:val="00813522"/>
    <w:rsid w:val="00815DF3"/>
    <w:rsid w:val="0081784D"/>
    <w:rsid w:val="00843F45"/>
    <w:rsid w:val="008457B3"/>
    <w:rsid w:val="008743D8"/>
    <w:rsid w:val="008A4A36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374F6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D4E8B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E5FE0"/>
    <w:rsid w:val="00CF0EE6"/>
    <w:rsid w:val="00D46644"/>
    <w:rsid w:val="00D55BFE"/>
    <w:rsid w:val="00D62D7D"/>
    <w:rsid w:val="00D803B9"/>
    <w:rsid w:val="00DD1790"/>
    <w:rsid w:val="00DE1F6C"/>
    <w:rsid w:val="00E1673A"/>
    <w:rsid w:val="00E206F4"/>
    <w:rsid w:val="00E36789"/>
    <w:rsid w:val="00E52891"/>
    <w:rsid w:val="00E536EF"/>
    <w:rsid w:val="00E66A27"/>
    <w:rsid w:val="00E81768"/>
    <w:rsid w:val="00E90352"/>
    <w:rsid w:val="00E97E93"/>
    <w:rsid w:val="00EA30A5"/>
    <w:rsid w:val="00EB31F2"/>
    <w:rsid w:val="00F15EEB"/>
    <w:rsid w:val="00F57FC7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SS%202013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1</Pages>
  <Words>42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Kaufmann</dc:creator>
  <cp:lastModifiedBy>Matthias Kaufmann</cp:lastModifiedBy>
  <cp:revision>8</cp:revision>
  <cp:lastPrinted>2013-07-08T11:11:00Z</cp:lastPrinted>
  <dcterms:created xsi:type="dcterms:W3CDTF">2013-07-02T20:45:00Z</dcterms:created>
  <dcterms:modified xsi:type="dcterms:W3CDTF">2013-07-08T11:35:00Z</dcterms:modified>
</cp:coreProperties>
</file>